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F7BF3D1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(t.j.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11A4735" w14:textId="4403FF67" w:rsidR="002578E4" w:rsidRPr="00A2540E" w:rsidRDefault="002B749C" w:rsidP="002B749C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B749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Modernizacja kompleksu sportowego "Moje Boisko - Orlik 2012" w Brześciu Kujawskim</w:t>
            </w:r>
          </w:p>
        </w:tc>
      </w:tr>
      <w:tr w:rsidR="00B71F2C" w:rsidRPr="00A2540E" w14:paraId="1972E6B4" w14:textId="77777777" w:rsidTr="006A45A5">
        <w:tc>
          <w:tcPr>
            <w:tcW w:w="2269" w:type="dxa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EC728BE" w14:textId="404370F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1722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</w:t>
            </w:r>
            <w:r w:rsidR="002B749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774"/>
      </w:tblGrid>
      <w:tr w:rsidR="002B749C" w:rsidRPr="005D4A02" w14:paraId="518BBD6F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1452" w14:textId="77777777" w:rsidR="002B749C" w:rsidRPr="005D4A02" w:rsidRDefault="002B749C" w:rsidP="0063394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5D4A0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263" w14:textId="77777777" w:rsidR="002B749C" w:rsidRPr="005D4A02" w:rsidRDefault="002B749C" w:rsidP="0063394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D4A02">
              <w:rPr>
                <w:rFonts w:ascii="Arial" w:hAnsi="Arial" w:cs="Arial"/>
                <w:b/>
              </w:rPr>
              <w:t>Warunki udziału w postępowaniu</w:t>
            </w:r>
          </w:p>
        </w:tc>
      </w:tr>
      <w:tr w:rsidR="002B749C" w:rsidRPr="007222F4" w14:paraId="43A8C1B9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33B2" w14:textId="77777777" w:rsidR="002B749C" w:rsidRPr="007222F4" w:rsidRDefault="002B749C" w:rsidP="00633943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34D8" w14:textId="77777777" w:rsidR="002B749C" w:rsidRPr="007222F4" w:rsidRDefault="002B749C" w:rsidP="00633943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C2222">
              <w:rPr>
                <w:rFonts w:ascii="Arial" w:hAnsi="Arial" w:cs="Arial"/>
                <w:b/>
                <w:bCs/>
              </w:rPr>
              <w:t>Sytuacja ekonomiczna lub finansowa</w:t>
            </w:r>
          </w:p>
          <w:p w14:paraId="75BAFBA3" w14:textId="77777777" w:rsidR="002B749C" w:rsidRPr="009C2222" w:rsidRDefault="002B749C" w:rsidP="00633943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t>Zamawiający wymaga dołączenia do oferty informacji banku lub spółdzielczej kasy oszczędnościowo-kredytowej, potwierdzającej wysokość posiadanych środków finansowych lub zdolność kredytową wykonawcy na kwotę minimum 500 000,00 zł.</w:t>
            </w:r>
          </w:p>
          <w:p w14:paraId="21548CC2" w14:textId="77777777" w:rsidR="002B749C" w:rsidRPr="007222F4" w:rsidRDefault="002B749C" w:rsidP="00633943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lastRenderedPageBreak/>
              <w:t xml:space="preserve">Zamawiający wymaga dołączonej do oferty polisy, a w przypadku </w:t>
            </w:r>
            <w:r>
              <w:rPr>
                <w:rFonts w:ascii="Arial" w:hAnsi="Arial" w:cs="Arial"/>
              </w:rPr>
              <w:br/>
            </w:r>
            <w:r w:rsidRPr="009C2222">
              <w:rPr>
                <w:rFonts w:ascii="Arial" w:hAnsi="Arial" w:cs="Arial"/>
              </w:rPr>
              <w:t>jej braku innego dokumentu potwierdzającego, że wykonawca jest ubezpieczony od odpowiedzialności cywilnej w zakresie prowadzonej działalności związanej z przedmiotem zamówienia na kwotę minimum  500 000,00 zł</w:t>
            </w:r>
          </w:p>
        </w:tc>
      </w:tr>
      <w:tr w:rsidR="002B749C" w:rsidRPr="007222F4" w14:paraId="489FE43A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A87B" w14:textId="77777777" w:rsidR="002B749C" w:rsidRPr="007222F4" w:rsidRDefault="002B749C" w:rsidP="00633943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3B18" w14:textId="77777777" w:rsidR="002B749C" w:rsidRPr="007222F4" w:rsidRDefault="002B749C" w:rsidP="00633943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C2222">
              <w:rPr>
                <w:rFonts w:ascii="Arial" w:hAnsi="Arial" w:cs="Arial"/>
                <w:b/>
                <w:bCs/>
              </w:rPr>
              <w:t>Zdolność techniczna lub zawodowa</w:t>
            </w:r>
          </w:p>
          <w:p w14:paraId="497FDB57" w14:textId="77777777" w:rsidR="002B749C" w:rsidRPr="009C2222" w:rsidRDefault="002B749C" w:rsidP="00633943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E91CE4">
              <w:rPr>
                <w:rFonts w:ascii="Arial" w:hAnsi="Arial" w:cs="Arial"/>
              </w:rPr>
              <w:t xml:space="preserve">Zamawiający wymaga wykazania w załączniku nr 6 do SWZ </w:t>
            </w:r>
            <w:r w:rsidRPr="00E91CE4">
              <w:rPr>
                <w:rFonts w:ascii="Arial" w:hAnsi="Arial" w:cs="Arial"/>
              </w:rPr>
              <w:br/>
              <w:t>co najmniej 2 roboty budowlane polegające na budowie bądź wymianie (modernizacji lub remoncie) sztucznej  nawierzchni trawiastej o łącznej kwocie 500 000,00 zł brutto.</w:t>
            </w:r>
            <w:r w:rsidRPr="009C2222">
              <w:rPr>
                <w:rFonts w:ascii="Arial" w:hAnsi="Arial" w:cs="Arial"/>
              </w:rPr>
              <w:t xml:space="preserve"> </w:t>
            </w:r>
          </w:p>
          <w:p w14:paraId="490E675B" w14:textId="77777777" w:rsidR="002B749C" w:rsidRPr="007222F4" w:rsidRDefault="002B749C" w:rsidP="00633943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t xml:space="preserve">Zamawiający wymaga wykazania w załączniku nr 7 do SWZ </w:t>
            </w:r>
            <w:r>
              <w:rPr>
                <w:rFonts w:ascii="Arial" w:hAnsi="Arial" w:cs="Arial"/>
              </w:rPr>
              <w:br/>
            </w:r>
            <w:r w:rsidRPr="009C2222">
              <w:rPr>
                <w:rFonts w:ascii="Arial" w:hAnsi="Arial" w:cs="Arial"/>
              </w:rPr>
              <w:t xml:space="preserve">co najmniej kierownika budowy posiadającego uprawnienia </w:t>
            </w:r>
            <w:r>
              <w:rPr>
                <w:rFonts w:ascii="Arial" w:hAnsi="Arial" w:cs="Arial"/>
              </w:rPr>
              <w:br/>
            </w:r>
            <w:r w:rsidRPr="009C2222">
              <w:rPr>
                <w:rFonts w:ascii="Arial" w:hAnsi="Arial" w:cs="Arial"/>
              </w:rPr>
              <w:t>do kierowania robotami budowlanymi w specjalności konstrukcyjno-budowlanej bez ograniczeń.</w:t>
            </w:r>
          </w:p>
        </w:tc>
      </w:tr>
      <w:tr w:rsidR="002B749C" w:rsidRPr="007222F4" w14:paraId="7C24F263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35A90" w14:textId="77777777" w:rsidR="002B749C" w:rsidRPr="007222F4" w:rsidRDefault="002B749C" w:rsidP="00633943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t>3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629D1" w14:textId="77777777" w:rsidR="002B749C" w:rsidRPr="007222F4" w:rsidRDefault="002B749C" w:rsidP="00633943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C2222">
              <w:rPr>
                <w:rFonts w:ascii="Arial" w:hAnsi="Arial" w:cs="Arial"/>
                <w:b/>
                <w:bCs/>
              </w:rPr>
              <w:t>Zdolność do występowania w obrocie gospodarczym</w:t>
            </w:r>
          </w:p>
          <w:p w14:paraId="776F1927" w14:textId="77777777" w:rsidR="002B749C" w:rsidRPr="007222F4" w:rsidRDefault="002B749C" w:rsidP="00633943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t xml:space="preserve">O udzielenie zamówienia publicznego mogą ubiegać się wykonawcy, którzy spełniają warunki, dotyczące posiadania zdolności </w:t>
            </w:r>
            <w:r>
              <w:rPr>
                <w:rFonts w:ascii="Arial" w:hAnsi="Arial" w:cs="Arial"/>
              </w:rPr>
              <w:br/>
            </w:r>
            <w:r w:rsidRPr="009C2222">
              <w:rPr>
                <w:rFonts w:ascii="Arial" w:hAnsi="Arial" w:cs="Arial"/>
              </w:rPr>
              <w:t>do występowania w obrocie gospodarczym. Ocena spełniania warunków udziału w postępowaniu będzie dokonana na zasadzie spełnia/nie spełnia.</w:t>
            </w:r>
          </w:p>
        </w:tc>
      </w:tr>
    </w:tbl>
    <w:p w14:paraId="42AD7C88" w14:textId="1C288918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AEC4916" w14:textId="77777777" w:rsidR="00E21BB4" w:rsidRPr="00566BD9" w:rsidRDefault="00E21BB4" w:rsidP="00721D8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74E0EAC9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p w14:paraId="47CA586B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E1F73" w14:textId="77777777" w:rsidR="000D4BA7" w:rsidRDefault="000D4BA7" w:rsidP="0038231F">
      <w:pPr>
        <w:spacing w:after="0" w:line="240" w:lineRule="auto"/>
      </w:pPr>
      <w:r>
        <w:separator/>
      </w:r>
    </w:p>
  </w:endnote>
  <w:endnote w:type="continuationSeparator" w:id="0">
    <w:p w14:paraId="1F80C8CE" w14:textId="77777777" w:rsidR="000D4BA7" w:rsidRDefault="000D4B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6BE97" w14:textId="77777777" w:rsidR="000D4BA7" w:rsidRDefault="000D4BA7" w:rsidP="0038231F">
      <w:pPr>
        <w:spacing w:after="0" w:line="240" w:lineRule="auto"/>
      </w:pPr>
      <w:r>
        <w:separator/>
      </w:r>
    </w:p>
  </w:footnote>
  <w:footnote w:type="continuationSeparator" w:id="0">
    <w:p w14:paraId="646E1B3F" w14:textId="77777777" w:rsidR="000D4BA7" w:rsidRDefault="000D4BA7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4BA7"/>
    <w:rsid w:val="000D6F17"/>
    <w:rsid w:val="000D73C4"/>
    <w:rsid w:val="000E4C8B"/>
    <w:rsid w:val="000E4D37"/>
    <w:rsid w:val="00110593"/>
    <w:rsid w:val="0011306C"/>
    <w:rsid w:val="0012157F"/>
    <w:rsid w:val="00143390"/>
    <w:rsid w:val="00160A7A"/>
    <w:rsid w:val="0017220E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B749C"/>
    <w:rsid w:val="002C1C7B"/>
    <w:rsid w:val="002C4137"/>
    <w:rsid w:val="002C4948"/>
    <w:rsid w:val="002E641A"/>
    <w:rsid w:val="003016FD"/>
    <w:rsid w:val="00313417"/>
    <w:rsid w:val="00313911"/>
    <w:rsid w:val="00316219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92745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71F2C"/>
    <w:rsid w:val="00B8005E"/>
    <w:rsid w:val="00B8430B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13</TotalTime>
  <Pages>4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6</cp:revision>
  <cp:lastPrinted>2016-07-26T10:32:00Z</cp:lastPrinted>
  <dcterms:created xsi:type="dcterms:W3CDTF">2025-01-16T10:19:00Z</dcterms:created>
  <dcterms:modified xsi:type="dcterms:W3CDTF">2025-09-15T10:55:00Z</dcterms:modified>
</cp:coreProperties>
</file>